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FA" w:rsidRDefault="00B04EFA" w:rsidP="00ED628D">
      <w:pPr>
        <w:rPr>
          <w:sz w:val="28"/>
          <w:szCs w:val="28"/>
        </w:rPr>
      </w:pPr>
    </w:p>
    <w:p w:rsidR="00B04EFA" w:rsidRDefault="00B04EFA" w:rsidP="00ED628D">
      <w:pPr>
        <w:rPr>
          <w:sz w:val="28"/>
          <w:szCs w:val="28"/>
        </w:rPr>
      </w:pPr>
    </w:p>
    <w:p w:rsidR="00B04EFA" w:rsidRDefault="00B04EFA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 ФАРМАКОЛОГИЯ                  1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B04EFA" w:rsidRPr="00B93E72" w:rsidRDefault="00B04EFA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B04EFA" w:rsidRPr="00ED628D" w:rsidRDefault="00B04EFA" w:rsidP="00ED628D">
      <w:pPr>
        <w:rPr>
          <w:sz w:val="28"/>
          <w:szCs w:val="28"/>
          <w:lang w:val="en-US"/>
        </w:rPr>
      </w:pPr>
    </w:p>
    <w:p w:rsidR="00B04EFA" w:rsidRDefault="00B04EFA" w:rsidP="00ED628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097044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097044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097044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 w:rsidP="00AC50B7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B04EFA" w:rsidTr="001E23CF">
        <w:tc>
          <w:tcPr>
            <w:tcW w:w="964" w:type="dxa"/>
          </w:tcPr>
          <w:p w:rsidR="00B04EFA" w:rsidRDefault="00B04EF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B04EFA" w:rsidRPr="00C47E68" w:rsidRDefault="00B04EFA" w:rsidP="00B84C5B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B04EFA" w:rsidRDefault="00B04E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B04EFA" w:rsidRPr="00C47E68" w:rsidRDefault="00B04EF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</w:tbl>
    <w:p w:rsidR="00B04EFA" w:rsidRDefault="00B04EFA" w:rsidP="00ED628D">
      <w:pPr>
        <w:rPr>
          <w:sz w:val="28"/>
          <w:szCs w:val="28"/>
        </w:rPr>
      </w:pPr>
    </w:p>
    <w:p w:rsidR="00B04EFA" w:rsidRDefault="00B04EFA"/>
    <w:sectPr w:rsidR="00B04EFA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94060"/>
    <w:rsid w:val="00097044"/>
    <w:rsid w:val="00136FC4"/>
    <w:rsid w:val="001B6179"/>
    <w:rsid w:val="001E23CF"/>
    <w:rsid w:val="003964BD"/>
    <w:rsid w:val="003D0948"/>
    <w:rsid w:val="004028A7"/>
    <w:rsid w:val="0077130F"/>
    <w:rsid w:val="00780A8A"/>
    <w:rsid w:val="0079780F"/>
    <w:rsid w:val="007D4FB8"/>
    <w:rsid w:val="0080238A"/>
    <w:rsid w:val="008D6DE5"/>
    <w:rsid w:val="00940FFD"/>
    <w:rsid w:val="00A013E0"/>
    <w:rsid w:val="00A52D72"/>
    <w:rsid w:val="00AA21E9"/>
    <w:rsid w:val="00AB59AF"/>
    <w:rsid w:val="00AC50B7"/>
    <w:rsid w:val="00B04EFA"/>
    <w:rsid w:val="00B84C5B"/>
    <w:rsid w:val="00B93E72"/>
    <w:rsid w:val="00BF6E30"/>
    <w:rsid w:val="00C47E68"/>
    <w:rsid w:val="00ED628D"/>
    <w:rsid w:val="00F30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8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97</Words>
  <Characters>556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6</cp:revision>
  <dcterms:created xsi:type="dcterms:W3CDTF">2012-06-25T03:32:00Z</dcterms:created>
  <dcterms:modified xsi:type="dcterms:W3CDTF">2013-05-16T16:08:00Z</dcterms:modified>
</cp:coreProperties>
</file>